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9F903" w14:textId="245A3CCE" w:rsidR="00297237" w:rsidRPr="00320BCB" w:rsidRDefault="00297237" w:rsidP="00297237">
      <w:pPr>
        <w:pStyle w:val="a3"/>
        <w:spacing w:line="352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43DF8550" w14:textId="77777777" w:rsidR="00BE095A" w:rsidRDefault="00BE095A" w:rsidP="00BE095A">
      <w:pPr>
        <w:jc w:val="center"/>
        <w:rPr>
          <w:rFonts w:ascii="ＭＳ 明朝" w:hAnsi="ＭＳ 明朝"/>
          <w:b/>
          <w:sz w:val="24"/>
        </w:rPr>
      </w:pPr>
      <w:bookmarkStart w:id="0" w:name="_Hlk146101426"/>
      <w:bookmarkStart w:id="1" w:name="_Hlk111721627"/>
      <w:r>
        <w:rPr>
          <w:rFonts w:ascii="ＭＳ 明朝" w:hAnsi="ＭＳ 明朝" w:hint="eastAsia"/>
          <w:b/>
          <w:sz w:val="24"/>
        </w:rPr>
        <w:t>令和７年度戦略的ＭＩＣＥ誘致促進事業</w:t>
      </w:r>
      <w:bookmarkEnd w:id="0"/>
    </w:p>
    <w:bookmarkEnd w:id="1"/>
    <w:p w14:paraId="481738F6" w14:textId="3266D673" w:rsidR="002D1D32" w:rsidRPr="00BE095A" w:rsidRDefault="00723959" w:rsidP="00BE095A">
      <w:pPr>
        <w:pStyle w:val="a3"/>
        <w:jc w:val="center"/>
        <w:rPr>
          <w:rFonts w:asciiTheme="minorEastAsia" w:eastAsiaTheme="minorEastAsia" w:hAnsiTheme="minorEastAsia"/>
          <w:b/>
          <w:bCs/>
          <w:spacing w:val="0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沖縄県内MICE施設・サービス等の情報収集業務</w:t>
      </w:r>
      <w:r w:rsidR="00BE095A">
        <w:rPr>
          <w:rFonts w:ascii="ＭＳ 明朝" w:hAnsi="ＭＳ 明朝"/>
          <w:b/>
          <w:sz w:val="24"/>
          <w:szCs w:val="24"/>
        </w:rPr>
        <w:br/>
      </w:r>
      <w:r w:rsidR="00BE095A" w:rsidRPr="00BE095A">
        <w:rPr>
          <w:rFonts w:asciiTheme="minorEastAsia" w:eastAsiaTheme="minorEastAsia" w:hAnsiTheme="minorEastAsia" w:hint="eastAsia"/>
          <w:b/>
          <w:bCs/>
          <w:spacing w:val="0"/>
          <w:sz w:val="24"/>
          <w:szCs w:val="24"/>
        </w:rPr>
        <w:t>質問書</w:t>
      </w:r>
    </w:p>
    <w:p w14:paraId="3DF11C65" w14:textId="04616406" w:rsidR="002D1D32" w:rsidRPr="00320BCB" w:rsidRDefault="002D1D32" w:rsidP="00227AA5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</w:rPr>
        <w:t xml:space="preserve">　　　　　</w:t>
      </w:r>
      <w:r w:rsidR="00855281" w:rsidRPr="00320BCB">
        <w:rPr>
          <w:rFonts w:asciiTheme="majorEastAsia" w:eastAsiaTheme="majorEastAsia" w:hAnsiTheme="majorEastAsia" w:hint="eastAsia"/>
        </w:rPr>
        <w:t xml:space="preserve">　　　　　　　　　　　　　　　　　　　　　　　</w:t>
      </w:r>
      <w:r w:rsidR="00227AA5" w:rsidRPr="00320BCB">
        <w:rPr>
          <w:rFonts w:asciiTheme="majorEastAsia" w:eastAsiaTheme="majorEastAsia" w:hAnsiTheme="majorEastAsia" w:hint="eastAsia"/>
        </w:rPr>
        <w:t xml:space="preserve">　　　　　</w:t>
      </w:r>
      <w:r w:rsidR="0094201C" w:rsidRPr="00320BCB">
        <w:rPr>
          <w:rFonts w:asciiTheme="majorEastAsia" w:eastAsiaTheme="majorEastAsia" w:hAnsiTheme="majorEastAsia" w:hint="eastAsia"/>
        </w:rPr>
        <w:t xml:space="preserve">令和　</w:t>
      </w:r>
      <w:r w:rsidR="00E93C40" w:rsidRPr="00320BCB">
        <w:rPr>
          <w:rFonts w:asciiTheme="majorEastAsia" w:eastAsiaTheme="majorEastAsia" w:hAnsiTheme="majorEastAsia" w:hint="eastAsia"/>
        </w:rPr>
        <w:t xml:space="preserve">　　</w:t>
      </w:r>
      <w:r w:rsidRPr="00320BCB">
        <w:rPr>
          <w:rFonts w:asciiTheme="majorEastAsia" w:eastAsiaTheme="majorEastAsia" w:hAnsiTheme="majorEastAsia" w:hint="eastAsia"/>
        </w:rPr>
        <w:t>年　　月　　日</w:t>
      </w:r>
      <w:r w:rsidR="00227AA5" w:rsidRPr="00320BCB">
        <w:rPr>
          <w:rFonts w:asciiTheme="majorEastAsia" w:eastAsiaTheme="majorEastAsia" w:hAnsiTheme="majorEastAsia" w:hint="eastAsia"/>
        </w:rPr>
        <w:t xml:space="preserve">　　</w:t>
      </w:r>
    </w:p>
    <w:p w14:paraId="65DB1F2A" w14:textId="77777777" w:rsidR="002D1D32" w:rsidRPr="00320BCB" w:rsidRDefault="007F3823" w:rsidP="004A27BC">
      <w:pPr>
        <w:pStyle w:val="a3"/>
        <w:spacing w:line="480" w:lineRule="auto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</w:rPr>
        <w:t xml:space="preserve">　一般競争入札</w:t>
      </w:r>
      <w:r w:rsidR="002D1D32" w:rsidRPr="00320BCB">
        <w:rPr>
          <w:rFonts w:asciiTheme="majorEastAsia" w:eastAsiaTheme="majorEastAsia" w:hAnsiTheme="majorEastAsia" w:hint="eastAsia"/>
        </w:rPr>
        <w:t>について、以下のとおり質問します。</w:t>
      </w:r>
    </w:p>
    <w:p w14:paraId="22476B3F" w14:textId="77777777" w:rsidR="004A27BC" w:rsidRPr="00320BCB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Theme="majorEastAsia" w:eastAsiaTheme="majorEastAsia" w:hAnsiTheme="majorEastAsia"/>
          <w:lang w:eastAsia="zh-CN"/>
        </w:rPr>
      </w:pPr>
      <w:r w:rsidRPr="00320BCB">
        <w:rPr>
          <w:rFonts w:asciiTheme="majorEastAsia" w:eastAsiaTheme="majorEastAsia" w:hAnsiTheme="majorEastAsia" w:hint="eastAsia"/>
          <w:lang w:eastAsia="zh-CN"/>
        </w:rPr>
        <w:t>質問者：</w:t>
      </w:r>
      <w:r w:rsidR="00496CF0" w:rsidRPr="00320BCB">
        <w:rPr>
          <w:rFonts w:asciiTheme="majorEastAsia" w:eastAsiaTheme="majorEastAsia" w:hAnsiTheme="majorEastAsia" w:hint="eastAsia"/>
          <w:lang w:eastAsia="zh-CN"/>
        </w:rPr>
        <w:t>会社名</w:t>
      </w:r>
      <w:r w:rsidRPr="00320BCB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28EA1353" w14:textId="77777777" w:rsidR="00506516" w:rsidRPr="00320BCB" w:rsidRDefault="00496CF0" w:rsidP="007F3823">
      <w:pPr>
        <w:pStyle w:val="a3"/>
        <w:spacing w:line="480" w:lineRule="auto"/>
        <w:ind w:leftChars="250" w:left="525" w:right="848" w:firstLineChars="2000" w:firstLine="4240"/>
        <w:rPr>
          <w:rFonts w:asciiTheme="majorEastAsia" w:eastAsiaTheme="majorEastAsia" w:hAnsiTheme="majorEastAsia"/>
          <w:lang w:eastAsia="zh-CN"/>
        </w:rPr>
      </w:pPr>
      <w:r w:rsidRPr="00320BCB">
        <w:rPr>
          <w:rFonts w:asciiTheme="majorEastAsia" w:eastAsiaTheme="majorEastAsia" w:hAnsiTheme="majorEastAsia" w:hint="eastAsia"/>
          <w:lang w:eastAsia="zh-CN"/>
        </w:rPr>
        <w:t>氏　名</w:t>
      </w:r>
      <w:r w:rsidR="004A27BC" w:rsidRPr="00320BCB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36F41CE9" w14:textId="77777777" w:rsidR="002D1D32" w:rsidRPr="00320BCB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  <w:spacing w:val="0"/>
        </w:rPr>
        <w:t>質問内容</w:t>
      </w:r>
      <w:r w:rsidRPr="00320BCB">
        <w:rPr>
          <w:rFonts w:asciiTheme="majorEastAsia" w:eastAsiaTheme="majorEastAsia" w:hAnsiTheme="majorEastAsia"/>
          <w:spacing w:val="0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7"/>
      </w:tblGrid>
      <w:tr w:rsidR="00506516" w:rsidRPr="00320BCB" w14:paraId="5585AF9B" w14:textId="77777777" w:rsidTr="007F3823">
        <w:trPr>
          <w:trHeight w:val="6879"/>
        </w:trPr>
        <w:tc>
          <w:tcPr>
            <w:tcW w:w="9787" w:type="dxa"/>
          </w:tcPr>
          <w:p w14:paraId="4E05F49B" w14:textId="77777777" w:rsidR="00506516" w:rsidRPr="00320BCB" w:rsidRDefault="00506516" w:rsidP="002D1D32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4AEAA39" w14:textId="77777777" w:rsidR="00662698" w:rsidRPr="00320BCB" w:rsidRDefault="00662698" w:rsidP="00662698">
      <w:pPr>
        <w:pStyle w:val="a3"/>
        <w:rPr>
          <w:rFonts w:asciiTheme="majorEastAsia" w:eastAsiaTheme="majorEastAsia" w:hAnsiTheme="majorEastAsia"/>
          <w:spacing w:val="-8"/>
        </w:rPr>
      </w:pPr>
    </w:p>
    <w:p w14:paraId="3BC5092D" w14:textId="77777777" w:rsidR="00506516" w:rsidRPr="00320BCB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  <w:spacing w:val="-8"/>
        </w:rPr>
        <w:t>※　内容について、詳細を分かりや</w:t>
      </w:r>
      <w:r w:rsidRPr="00320BCB">
        <w:rPr>
          <w:rFonts w:asciiTheme="majorEastAsia" w:eastAsiaTheme="majorEastAsia" w:hAnsiTheme="majorEastAsia" w:hint="eastAsia"/>
          <w:spacing w:val="0"/>
        </w:rPr>
        <w:t>すく記入してください。</w:t>
      </w:r>
    </w:p>
    <w:p w14:paraId="4FAD8CD9" w14:textId="60F19861" w:rsidR="004858EB" w:rsidRPr="00320BCB" w:rsidRDefault="002D1D32" w:rsidP="006607DD">
      <w:pPr>
        <w:pStyle w:val="a3"/>
        <w:rPr>
          <w:rFonts w:asciiTheme="majorEastAsia" w:eastAsiaTheme="majorEastAsia" w:hAnsiTheme="majorEastAsia"/>
          <w:spacing w:val="-4"/>
        </w:rPr>
      </w:pPr>
      <w:r w:rsidRPr="00320BCB">
        <w:rPr>
          <w:rFonts w:asciiTheme="majorEastAsia" w:eastAsiaTheme="majorEastAsia" w:hAnsiTheme="majorEastAsia" w:hint="eastAsia"/>
          <w:spacing w:val="-8"/>
        </w:rPr>
        <w:t>※　後日、質問に対する回答を</w:t>
      </w:r>
      <w:r w:rsidR="00D96043" w:rsidRPr="00320BCB">
        <w:rPr>
          <w:rFonts w:asciiTheme="majorEastAsia" w:eastAsiaTheme="majorEastAsia" w:hAnsiTheme="majorEastAsia" w:hint="eastAsia"/>
          <w:spacing w:val="0"/>
        </w:rPr>
        <w:t>メール</w:t>
      </w:r>
      <w:r w:rsidR="00506516" w:rsidRPr="00320BCB">
        <w:rPr>
          <w:rFonts w:asciiTheme="majorEastAsia" w:eastAsiaTheme="majorEastAsia" w:hAnsiTheme="majorEastAsia" w:hint="eastAsia"/>
          <w:spacing w:val="0"/>
        </w:rPr>
        <w:t>にて公開し</w:t>
      </w:r>
      <w:r w:rsidRPr="00320BCB">
        <w:rPr>
          <w:rFonts w:asciiTheme="majorEastAsia" w:eastAsiaTheme="majorEastAsia" w:hAnsiTheme="majorEastAsia" w:hint="eastAsia"/>
          <w:spacing w:val="-4"/>
        </w:rPr>
        <w:t>ます。</w:t>
      </w:r>
    </w:p>
    <w:p w14:paraId="50015259" w14:textId="77777777" w:rsidR="007F3823" w:rsidRPr="00320BCB" w:rsidRDefault="007F3823" w:rsidP="006607DD">
      <w:pPr>
        <w:pStyle w:val="a3"/>
        <w:rPr>
          <w:rFonts w:asciiTheme="majorEastAsia" w:eastAsiaTheme="majorEastAsia" w:hAnsiTheme="majorEastAsia"/>
        </w:rPr>
      </w:pPr>
    </w:p>
    <w:p w14:paraId="5DC1014A" w14:textId="77777777" w:rsidR="006607DD" w:rsidRPr="00320BCB" w:rsidRDefault="006607DD" w:rsidP="006607DD">
      <w:pPr>
        <w:pStyle w:val="a3"/>
        <w:rPr>
          <w:rFonts w:asciiTheme="majorEastAsia" w:eastAsiaTheme="majorEastAsia" w:hAnsiTheme="majorEastAsia"/>
        </w:rPr>
      </w:pPr>
      <w:r w:rsidRPr="00320BCB">
        <w:rPr>
          <w:rFonts w:asciiTheme="majorEastAsia" w:eastAsiaTheme="majorEastAsia" w:hAnsiTheme="majorEastAsia" w:hint="eastAsia"/>
        </w:rPr>
        <w:t>■提出先</w:t>
      </w:r>
    </w:p>
    <w:p w14:paraId="39D967F4" w14:textId="75135407" w:rsidR="00A83662" w:rsidRPr="00E6789E" w:rsidRDefault="006607DD" w:rsidP="00E6789E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 w:rsidRPr="00320BCB">
        <w:rPr>
          <w:rFonts w:asciiTheme="majorEastAsia" w:eastAsiaTheme="majorEastAsia" w:hAnsiTheme="majorEastAsia" w:hint="eastAsia"/>
          <w:sz w:val="22"/>
        </w:rPr>
        <w:t>（</w:t>
      </w:r>
      <w:r w:rsidR="000311C6" w:rsidRPr="00320BCB">
        <w:rPr>
          <w:rFonts w:asciiTheme="majorEastAsia" w:eastAsiaTheme="majorEastAsia" w:hAnsiTheme="majorEastAsia" w:hint="eastAsia"/>
          <w:sz w:val="22"/>
        </w:rPr>
        <w:t>一</w:t>
      </w:r>
      <w:r w:rsidR="00895FCD" w:rsidRPr="00320BCB">
        <w:rPr>
          <w:rFonts w:asciiTheme="majorEastAsia" w:eastAsiaTheme="majorEastAsia" w:hAnsiTheme="majorEastAsia" w:hint="eastAsia"/>
          <w:sz w:val="22"/>
        </w:rPr>
        <w:t>財）沖縄観光コンベンションビューロー</w:t>
      </w:r>
      <w:r w:rsidR="00E6789E">
        <w:rPr>
          <w:rFonts w:asciiTheme="majorEastAsia" w:eastAsiaTheme="majorEastAsia" w:hAnsiTheme="majorEastAsia"/>
          <w:sz w:val="22"/>
        </w:rPr>
        <w:br/>
      </w:r>
      <w:r w:rsidR="00094681">
        <w:rPr>
          <w:rFonts w:asciiTheme="majorEastAsia" w:eastAsiaTheme="majorEastAsia" w:hAnsiTheme="majorEastAsia" w:hint="eastAsia"/>
          <w:sz w:val="22"/>
        </w:rPr>
        <w:t>海外・M</w:t>
      </w:r>
      <w:r w:rsidR="00094681">
        <w:rPr>
          <w:rFonts w:asciiTheme="majorEastAsia" w:eastAsiaTheme="majorEastAsia" w:hAnsiTheme="majorEastAsia"/>
          <w:sz w:val="22"/>
        </w:rPr>
        <w:t>ICE</w:t>
      </w:r>
      <w:r w:rsidR="00094681">
        <w:rPr>
          <w:rFonts w:asciiTheme="majorEastAsia" w:eastAsiaTheme="majorEastAsia" w:hAnsiTheme="majorEastAsia" w:hint="eastAsia"/>
          <w:sz w:val="22"/>
        </w:rPr>
        <w:t>事業部</w:t>
      </w:r>
      <w:r w:rsidR="00F11FAE" w:rsidRPr="00320BCB">
        <w:rPr>
          <w:rFonts w:asciiTheme="majorEastAsia" w:eastAsiaTheme="majorEastAsia" w:hAnsiTheme="majorEastAsia" w:hint="eastAsia"/>
          <w:sz w:val="22"/>
        </w:rPr>
        <w:t xml:space="preserve">　MICE推進課</w:t>
      </w:r>
      <w:r w:rsidR="00E6789E">
        <w:rPr>
          <w:rFonts w:asciiTheme="majorEastAsia" w:eastAsiaTheme="majorEastAsia" w:hAnsiTheme="majorEastAsia" w:hint="eastAsia"/>
          <w:sz w:val="22"/>
        </w:rPr>
        <w:t xml:space="preserve">　（</w:t>
      </w:r>
      <w:r w:rsidR="005A057C" w:rsidRPr="00320BCB">
        <w:rPr>
          <w:rFonts w:asciiTheme="majorEastAsia" w:eastAsiaTheme="majorEastAsia" w:hAnsiTheme="majorEastAsia" w:hint="eastAsia"/>
          <w:szCs w:val="21"/>
        </w:rPr>
        <w:t>担当</w:t>
      </w:r>
      <w:r w:rsidR="00E6789E">
        <w:rPr>
          <w:rFonts w:asciiTheme="majorEastAsia" w:eastAsiaTheme="majorEastAsia" w:hAnsiTheme="majorEastAsia" w:hint="eastAsia"/>
          <w:color w:val="000000" w:themeColor="text1"/>
          <w:szCs w:val="21"/>
        </w:rPr>
        <w:t>）</w:t>
      </w:r>
      <w:r w:rsidR="00723959">
        <w:rPr>
          <w:rFonts w:asciiTheme="majorEastAsia" w:eastAsiaTheme="majorEastAsia" w:hAnsiTheme="majorEastAsia" w:hint="eastAsia"/>
          <w:color w:val="000000" w:themeColor="text1"/>
          <w:szCs w:val="21"/>
        </w:rPr>
        <w:t>折原・池原</w:t>
      </w:r>
    </w:p>
    <w:p w14:paraId="48072DEB" w14:textId="133D1D79" w:rsidR="0000694A" w:rsidRPr="00BE095A" w:rsidRDefault="00BE095A" w:rsidP="00A83662">
      <w:pPr>
        <w:ind w:right="880" w:firstLineChars="300" w:firstLine="630"/>
        <w:rPr>
          <w:rFonts w:asciiTheme="majorEastAsia" w:eastAsiaTheme="majorEastAsia" w:hAnsiTheme="majorEastAsia"/>
          <w:szCs w:val="21"/>
        </w:rPr>
      </w:pPr>
      <w:r w:rsidRPr="00BE095A">
        <w:rPr>
          <w:rFonts w:asciiTheme="majorEastAsia" w:eastAsiaTheme="majorEastAsia" w:hAnsiTheme="majorEastAsia" w:hint="eastAsia"/>
          <w:szCs w:val="21"/>
        </w:rPr>
        <w:t>E-mail：mice@ocvb.or.jp</w:t>
      </w:r>
    </w:p>
    <w:p w14:paraId="40B82CAD" w14:textId="2B520993" w:rsidR="00E6789E" w:rsidRPr="00320BCB" w:rsidRDefault="006607DD" w:rsidP="00E6789E">
      <w:pPr>
        <w:ind w:left="480"/>
        <w:rPr>
          <w:rFonts w:asciiTheme="majorEastAsia" w:eastAsiaTheme="majorEastAsia" w:hAnsiTheme="majorEastAsia"/>
        </w:rPr>
      </w:pPr>
      <w:r w:rsidRPr="00320BCB">
        <w:rPr>
          <w:rFonts w:asciiTheme="majorEastAsia" w:eastAsiaTheme="majorEastAsia" w:hAnsiTheme="majorEastAsia" w:hint="eastAsia"/>
          <w:szCs w:val="21"/>
        </w:rPr>
        <w:t xml:space="preserve">　</w:t>
      </w:r>
    </w:p>
    <w:p w14:paraId="7496B3D9" w14:textId="664859E7" w:rsidR="002D1D32" w:rsidRPr="00320BCB" w:rsidRDefault="002D1D32" w:rsidP="00662698">
      <w:pPr>
        <w:pStyle w:val="a3"/>
        <w:ind w:firstLineChars="200" w:firstLine="420"/>
        <w:rPr>
          <w:rFonts w:asciiTheme="majorEastAsia" w:eastAsiaTheme="majorEastAsia" w:hAnsiTheme="majorEastAsia"/>
          <w:spacing w:val="0"/>
        </w:rPr>
      </w:pPr>
    </w:p>
    <w:sectPr w:rsidR="002D1D32" w:rsidRPr="00320BCB" w:rsidSect="00506516">
      <w:headerReference w:type="even" r:id="rId6"/>
      <w:headerReference w:type="default" r:id="rId7"/>
      <w:headerReference w:type="first" r:id="rId8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D470" w14:textId="77777777" w:rsidR="007451A1" w:rsidRDefault="007451A1" w:rsidP="00872636">
      <w:r>
        <w:separator/>
      </w:r>
    </w:p>
  </w:endnote>
  <w:endnote w:type="continuationSeparator" w:id="0">
    <w:p w14:paraId="4007D6FB" w14:textId="77777777" w:rsidR="007451A1" w:rsidRDefault="007451A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7141D" w14:textId="77777777" w:rsidR="007451A1" w:rsidRDefault="007451A1" w:rsidP="00872636">
      <w:r>
        <w:separator/>
      </w:r>
    </w:p>
  </w:footnote>
  <w:footnote w:type="continuationSeparator" w:id="0">
    <w:p w14:paraId="553DB86C" w14:textId="77777777" w:rsidR="007451A1" w:rsidRDefault="007451A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7032F" w14:textId="09AE268D" w:rsidR="00415D26" w:rsidRDefault="00723959">
    <w:pPr>
      <w:pStyle w:val="a6"/>
    </w:pPr>
    <w:r>
      <w:rPr>
        <w:noProof/>
      </w:rPr>
      <w:pict w14:anchorId="3DBCA9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473047" o:spid="_x0000_s49154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1ACC9" w14:textId="435A90D9" w:rsidR="00F11FAE" w:rsidRPr="008870BD" w:rsidRDefault="00723959" w:rsidP="00F11FAE">
    <w:pPr>
      <w:pStyle w:val="a6"/>
      <w:rPr>
        <w:rFonts w:asciiTheme="majorEastAsia" w:eastAsiaTheme="majorEastAsia" w:hAnsiTheme="majorEastAsia"/>
      </w:rPr>
    </w:pPr>
    <w:r>
      <w:rPr>
        <w:noProof/>
      </w:rPr>
      <w:pict w14:anchorId="7C2F72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473048" o:spid="_x0000_s49155" type="#_x0000_t136" style="position:absolute;left:0;text-align:left;margin-left:0;margin-top:0;width:339.7pt;height:339.7pt;rotation:315;z-index:-251653120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  <w:r w:rsidR="00506516" w:rsidRPr="008870BD">
      <w:rPr>
        <w:rFonts w:asciiTheme="majorEastAsia" w:eastAsiaTheme="majorEastAsia" w:hAnsiTheme="majorEastAsia" w:hint="eastAsia"/>
      </w:rPr>
      <w:t>（</w:t>
    </w:r>
    <w:r w:rsidR="00506516" w:rsidRPr="008870BD">
      <w:rPr>
        <w:rFonts w:asciiTheme="majorEastAsia" w:eastAsiaTheme="majorEastAsia" w:hAnsiTheme="majorEastAsia" w:hint="eastAsia"/>
      </w:rPr>
      <w:t>様式</w:t>
    </w:r>
    <w:r w:rsidR="007F3823" w:rsidRPr="008870BD">
      <w:rPr>
        <w:rFonts w:asciiTheme="majorEastAsia" w:eastAsiaTheme="majorEastAsia" w:hAnsiTheme="majorEastAsia" w:hint="eastAsia"/>
      </w:rPr>
      <w:t>2</w:t>
    </w:r>
    <w:r w:rsidR="00506516" w:rsidRPr="008870BD">
      <w:rPr>
        <w:rFonts w:asciiTheme="majorEastAsia" w:eastAsiaTheme="majorEastAsia" w:hAnsiTheme="majorEastAsia" w:hint="eastAsia"/>
      </w:rPr>
      <w:t>）</w:t>
    </w:r>
  </w:p>
  <w:p w14:paraId="74E3BE7B" w14:textId="3AEA1470" w:rsidR="00506516" w:rsidRPr="008870BD" w:rsidRDefault="00F11FAE" w:rsidP="00F11FAE">
    <w:pPr>
      <w:pStyle w:val="a6"/>
      <w:jc w:val="center"/>
      <w:rPr>
        <w:rFonts w:asciiTheme="majorEastAsia" w:eastAsiaTheme="majorEastAsia" w:hAnsiTheme="majorEastAsia"/>
      </w:rPr>
    </w:pPr>
    <w:r w:rsidRPr="008870BD">
      <w:rPr>
        <w:rFonts w:asciiTheme="majorEastAsia" w:eastAsiaTheme="majorEastAsia" w:hAnsiTheme="majorEastAsia" w:hint="eastAsia"/>
        <w:b/>
        <w:sz w:val="24"/>
        <w:highlight w:val="yellow"/>
        <w:bdr w:val="single" w:sz="4" w:space="0" w:color="auto"/>
      </w:rPr>
      <w:t>※提出期日：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令和</w:t>
    </w:r>
    <w:r w:rsidR="00BE095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８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年</w:t>
    </w:r>
    <w:r w:rsidR="00BE095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１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月</w:t>
    </w:r>
    <w:r w:rsidR="00723959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21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日（</w:t>
    </w:r>
    <w:r w:rsidR="00723959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水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）／</w:t>
    </w:r>
    <w:r w:rsidR="0000694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12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時</w:t>
    </w:r>
    <w:r w:rsidR="0000694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00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分まで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4A00" w14:textId="2B8AEB1D" w:rsidR="00415D26" w:rsidRDefault="00723959">
    <w:pPr>
      <w:pStyle w:val="a6"/>
    </w:pPr>
    <w:r>
      <w:rPr>
        <w:noProof/>
      </w:rPr>
      <w:pict w14:anchorId="1D4643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473046" o:spid="_x0000_s49153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9156">
      <v:textbox inset="5.85pt,.7pt,5.85pt,.7pt"/>
    </o:shapedefaults>
    <o:shapelayout v:ext="edit">
      <o:idmap v:ext="edit" data="4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0694A"/>
    <w:rsid w:val="00022AEB"/>
    <w:rsid w:val="000311C6"/>
    <w:rsid w:val="00065252"/>
    <w:rsid w:val="00094681"/>
    <w:rsid w:val="00097F51"/>
    <w:rsid w:val="000B4EB5"/>
    <w:rsid w:val="000C515E"/>
    <w:rsid w:val="000C659E"/>
    <w:rsid w:val="001400AA"/>
    <w:rsid w:val="00173A77"/>
    <w:rsid w:val="0019426A"/>
    <w:rsid w:val="001A060A"/>
    <w:rsid w:val="001F676F"/>
    <w:rsid w:val="00214CF8"/>
    <w:rsid w:val="00227AA5"/>
    <w:rsid w:val="002325A8"/>
    <w:rsid w:val="00250F73"/>
    <w:rsid w:val="00256ECF"/>
    <w:rsid w:val="00274180"/>
    <w:rsid w:val="00297237"/>
    <w:rsid w:val="002A0519"/>
    <w:rsid w:val="002B50D0"/>
    <w:rsid w:val="002D1A2F"/>
    <w:rsid w:val="002D1D32"/>
    <w:rsid w:val="00320BCB"/>
    <w:rsid w:val="00322ACA"/>
    <w:rsid w:val="00325A9B"/>
    <w:rsid w:val="00375626"/>
    <w:rsid w:val="00383BD4"/>
    <w:rsid w:val="00384834"/>
    <w:rsid w:val="0039469A"/>
    <w:rsid w:val="003A05E5"/>
    <w:rsid w:val="003B4073"/>
    <w:rsid w:val="003C376E"/>
    <w:rsid w:val="003C4F53"/>
    <w:rsid w:val="003F1D17"/>
    <w:rsid w:val="003F2263"/>
    <w:rsid w:val="003F5393"/>
    <w:rsid w:val="00405381"/>
    <w:rsid w:val="00415D26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77F87"/>
    <w:rsid w:val="005A057C"/>
    <w:rsid w:val="005A7661"/>
    <w:rsid w:val="005E3202"/>
    <w:rsid w:val="005F46AF"/>
    <w:rsid w:val="005F6E6D"/>
    <w:rsid w:val="00641954"/>
    <w:rsid w:val="006607DD"/>
    <w:rsid w:val="006622C5"/>
    <w:rsid w:val="00662698"/>
    <w:rsid w:val="00665951"/>
    <w:rsid w:val="00670B38"/>
    <w:rsid w:val="006B187D"/>
    <w:rsid w:val="006C3E92"/>
    <w:rsid w:val="006C6B61"/>
    <w:rsid w:val="006F1C9B"/>
    <w:rsid w:val="00707CBF"/>
    <w:rsid w:val="00723618"/>
    <w:rsid w:val="00723959"/>
    <w:rsid w:val="00742972"/>
    <w:rsid w:val="007451A1"/>
    <w:rsid w:val="00761F27"/>
    <w:rsid w:val="00762E25"/>
    <w:rsid w:val="0077712D"/>
    <w:rsid w:val="007A5053"/>
    <w:rsid w:val="007C2B78"/>
    <w:rsid w:val="007C50D2"/>
    <w:rsid w:val="007F1A3B"/>
    <w:rsid w:val="007F3823"/>
    <w:rsid w:val="008154A3"/>
    <w:rsid w:val="008314AE"/>
    <w:rsid w:val="00832245"/>
    <w:rsid w:val="00842C29"/>
    <w:rsid w:val="00855281"/>
    <w:rsid w:val="00872636"/>
    <w:rsid w:val="008728C9"/>
    <w:rsid w:val="008870BD"/>
    <w:rsid w:val="00895FCD"/>
    <w:rsid w:val="008B6E00"/>
    <w:rsid w:val="008B7E7F"/>
    <w:rsid w:val="0091627F"/>
    <w:rsid w:val="009408D3"/>
    <w:rsid w:val="0094201C"/>
    <w:rsid w:val="00945BDF"/>
    <w:rsid w:val="00950F36"/>
    <w:rsid w:val="00975E5C"/>
    <w:rsid w:val="00995BFB"/>
    <w:rsid w:val="0099744F"/>
    <w:rsid w:val="009D7F00"/>
    <w:rsid w:val="00A518EC"/>
    <w:rsid w:val="00A53BAA"/>
    <w:rsid w:val="00A83662"/>
    <w:rsid w:val="00AC3E27"/>
    <w:rsid w:val="00AF7D01"/>
    <w:rsid w:val="00B10E9E"/>
    <w:rsid w:val="00B555F7"/>
    <w:rsid w:val="00B71212"/>
    <w:rsid w:val="00B71A26"/>
    <w:rsid w:val="00BB3A25"/>
    <w:rsid w:val="00BC1036"/>
    <w:rsid w:val="00BE095A"/>
    <w:rsid w:val="00BF05B1"/>
    <w:rsid w:val="00C02278"/>
    <w:rsid w:val="00C05213"/>
    <w:rsid w:val="00C17CB8"/>
    <w:rsid w:val="00C41F27"/>
    <w:rsid w:val="00C71050"/>
    <w:rsid w:val="00C869E2"/>
    <w:rsid w:val="00C91D35"/>
    <w:rsid w:val="00CC58B8"/>
    <w:rsid w:val="00D22A27"/>
    <w:rsid w:val="00D63CC8"/>
    <w:rsid w:val="00D71623"/>
    <w:rsid w:val="00D75C3F"/>
    <w:rsid w:val="00D829B9"/>
    <w:rsid w:val="00D90E89"/>
    <w:rsid w:val="00D96043"/>
    <w:rsid w:val="00DC03D9"/>
    <w:rsid w:val="00DE44A7"/>
    <w:rsid w:val="00E348BA"/>
    <w:rsid w:val="00E46B43"/>
    <w:rsid w:val="00E54C96"/>
    <w:rsid w:val="00E6789E"/>
    <w:rsid w:val="00E85481"/>
    <w:rsid w:val="00E93C40"/>
    <w:rsid w:val="00E95231"/>
    <w:rsid w:val="00EA4624"/>
    <w:rsid w:val="00F11FAE"/>
    <w:rsid w:val="00F12100"/>
    <w:rsid w:val="00F13E85"/>
    <w:rsid w:val="00F17736"/>
    <w:rsid w:val="00F57F7F"/>
    <w:rsid w:val="00F6294A"/>
    <w:rsid w:val="00F66AE0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6">
      <v:textbox inset="5.85pt,.7pt,5.85pt,.7pt"/>
    </o:shapedefaults>
    <o:shapelayout v:ext="edit">
      <o:idmap v:ext="edit" data="1"/>
    </o:shapelayout>
  </w:shapeDefaults>
  <w:decimalSymbol w:val="."/>
  <w:listSeparator w:val=","/>
  <w14:docId w14:val="3B5AC779"/>
  <w15:docId w15:val="{EA4D7E17-0EB4-436D-B7A4-86EA745D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5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28</TotalTime>
  <Pages>1</Pages>
  <Words>179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折原　泰文</cp:lastModifiedBy>
  <cp:revision>39</cp:revision>
  <cp:lastPrinted>2026-01-08T06:33:00Z</cp:lastPrinted>
  <dcterms:created xsi:type="dcterms:W3CDTF">2019-05-17T01:31:00Z</dcterms:created>
  <dcterms:modified xsi:type="dcterms:W3CDTF">2026-01-14T08:53:00Z</dcterms:modified>
</cp:coreProperties>
</file>