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F903" w14:textId="245A3CCE" w:rsidR="00297237" w:rsidRPr="00320BCB" w:rsidRDefault="00297237" w:rsidP="00297237">
      <w:pPr>
        <w:pStyle w:val="a3"/>
        <w:spacing w:line="352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43DF8550" w14:textId="77777777" w:rsidR="00BE095A" w:rsidRDefault="00BE095A" w:rsidP="00BE095A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p w14:paraId="481738F6" w14:textId="798DC1B0" w:rsidR="002D1D32" w:rsidRPr="00BE095A" w:rsidRDefault="00BE095A" w:rsidP="00BE095A">
      <w:pPr>
        <w:pStyle w:val="a3"/>
        <w:jc w:val="center"/>
        <w:rPr>
          <w:rFonts w:asciiTheme="minorEastAsia" w:eastAsiaTheme="minorEastAsia" w:hAnsiTheme="minorEastAsia"/>
          <w:b/>
          <w:bCs/>
          <w:spacing w:val="0"/>
          <w:sz w:val="24"/>
          <w:szCs w:val="24"/>
        </w:rPr>
      </w:pPr>
      <w:bookmarkStart w:id="2" w:name="_Hlk146101442"/>
      <w:bookmarkEnd w:id="1"/>
      <w:r w:rsidRPr="00440304">
        <w:rPr>
          <w:rFonts w:ascii="ＭＳ 明朝" w:hAnsi="ＭＳ 明朝" w:hint="eastAsia"/>
          <w:b/>
          <w:sz w:val="24"/>
          <w:szCs w:val="24"/>
        </w:rPr>
        <w:t>コングレスバッグ製作業務</w:t>
      </w:r>
      <w:bookmarkEnd w:id="2"/>
      <w:r>
        <w:rPr>
          <w:rFonts w:ascii="ＭＳ 明朝" w:hAnsi="ＭＳ 明朝"/>
          <w:b/>
          <w:sz w:val="24"/>
          <w:szCs w:val="24"/>
        </w:rPr>
        <w:br/>
      </w:r>
      <w:r w:rsidRPr="00BE095A">
        <w:rPr>
          <w:rFonts w:asciiTheme="minorEastAsia" w:eastAsiaTheme="minorEastAsia" w:hAnsiTheme="minorEastAsia" w:hint="eastAsia"/>
          <w:b/>
          <w:bCs/>
          <w:spacing w:val="0"/>
          <w:sz w:val="24"/>
          <w:szCs w:val="24"/>
        </w:rPr>
        <w:t>質問書</w:t>
      </w:r>
    </w:p>
    <w:p w14:paraId="3DF11C65" w14:textId="04616406" w:rsidR="002D1D32" w:rsidRPr="00320BCB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　　　　</w:t>
      </w:r>
      <w:r w:rsidR="00855281" w:rsidRPr="00320BCB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320BCB">
        <w:rPr>
          <w:rFonts w:asciiTheme="majorEastAsia" w:eastAsiaTheme="majorEastAsia" w:hAnsiTheme="majorEastAsia" w:hint="eastAsia"/>
        </w:rPr>
        <w:t xml:space="preserve">　　　　　</w:t>
      </w:r>
      <w:r w:rsidR="0094201C" w:rsidRPr="00320BCB">
        <w:rPr>
          <w:rFonts w:asciiTheme="majorEastAsia" w:eastAsiaTheme="majorEastAsia" w:hAnsiTheme="majorEastAsia" w:hint="eastAsia"/>
        </w:rPr>
        <w:t xml:space="preserve">令和　</w:t>
      </w:r>
      <w:r w:rsidR="00E93C40" w:rsidRPr="00320BCB">
        <w:rPr>
          <w:rFonts w:asciiTheme="majorEastAsia" w:eastAsiaTheme="majorEastAsia" w:hAnsiTheme="majorEastAsia" w:hint="eastAsia"/>
        </w:rPr>
        <w:t xml:space="preserve">　　</w:t>
      </w:r>
      <w:r w:rsidRPr="00320BCB">
        <w:rPr>
          <w:rFonts w:asciiTheme="majorEastAsia" w:eastAsiaTheme="majorEastAsia" w:hAnsiTheme="majorEastAsia" w:hint="eastAsia"/>
        </w:rPr>
        <w:t>年　　月　　日</w:t>
      </w:r>
      <w:r w:rsidR="00227AA5" w:rsidRPr="00320BCB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320BCB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320BCB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320BCB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320BCB">
        <w:rPr>
          <w:rFonts w:asciiTheme="majorEastAsia" w:eastAsiaTheme="majorEastAsia" w:hAnsiTheme="majorEastAsia" w:hint="eastAsia"/>
          <w:lang w:eastAsia="zh-CN"/>
        </w:rPr>
        <w:t>会社名</w:t>
      </w:r>
      <w:r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320BCB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0"/>
        </w:rPr>
        <w:t>質問内容</w:t>
      </w:r>
      <w:r w:rsidRPr="00320BCB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320BCB" w14:paraId="5585AF9B" w14:textId="77777777" w:rsidTr="007F3823">
        <w:trPr>
          <w:trHeight w:val="6879"/>
        </w:trPr>
        <w:tc>
          <w:tcPr>
            <w:tcW w:w="9787" w:type="dxa"/>
          </w:tcPr>
          <w:p w14:paraId="4E05F49B" w14:textId="77777777" w:rsidR="00506516" w:rsidRPr="00320BCB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320BCB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320BCB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4FAD8CD9" w14:textId="60F19861" w:rsidR="004858EB" w:rsidRPr="00320BCB" w:rsidRDefault="002D1D32" w:rsidP="006607DD">
      <w:pPr>
        <w:pStyle w:val="a3"/>
        <w:rPr>
          <w:rFonts w:asciiTheme="majorEastAsia" w:eastAsiaTheme="majorEastAsia" w:hAnsiTheme="majorEastAsia"/>
          <w:spacing w:val="-4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後日、質問に対する回答を</w:t>
      </w:r>
      <w:r w:rsidR="00D96043" w:rsidRPr="00320BCB">
        <w:rPr>
          <w:rFonts w:asciiTheme="majorEastAsia" w:eastAsiaTheme="majorEastAsia" w:hAnsiTheme="majorEastAsia" w:hint="eastAsia"/>
          <w:spacing w:val="0"/>
        </w:rPr>
        <w:t>メール</w:t>
      </w:r>
      <w:r w:rsidR="00506516" w:rsidRPr="00320BCB">
        <w:rPr>
          <w:rFonts w:asciiTheme="majorEastAsia" w:eastAsiaTheme="majorEastAsia" w:hAnsiTheme="majorEastAsia" w:hint="eastAsia"/>
          <w:spacing w:val="0"/>
        </w:rPr>
        <w:t>にて公開し</w:t>
      </w:r>
      <w:r w:rsidRPr="00320BCB">
        <w:rPr>
          <w:rFonts w:asciiTheme="majorEastAsia" w:eastAsiaTheme="majorEastAsia" w:hAnsiTheme="majorEastAsia" w:hint="eastAsia"/>
          <w:spacing w:val="-4"/>
        </w:rPr>
        <w:t>ます。</w:t>
      </w:r>
    </w:p>
    <w:p w14:paraId="50015259" w14:textId="77777777" w:rsidR="007F3823" w:rsidRPr="00320BCB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5DC1014A" w14:textId="77777777" w:rsidR="006607DD" w:rsidRPr="00320BCB" w:rsidRDefault="006607DD" w:rsidP="006607DD">
      <w:pPr>
        <w:pStyle w:val="a3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</w:rPr>
        <w:t>■提出先</w:t>
      </w:r>
    </w:p>
    <w:p w14:paraId="39D967F4" w14:textId="58C07DC3" w:rsidR="00A83662" w:rsidRPr="00E6789E" w:rsidRDefault="006607DD" w:rsidP="00E6789E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320BCB">
        <w:rPr>
          <w:rFonts w:asciiTheme="majorEastAsia" w:eastAsiaTheme="majorEastAsia" w:hAnsiTheme="majorEastAsia" w:hint="eastAsia"/>
          <w:sz w:val="22"/>
        </w:rPr>
        <w:t>（</w:t>
      </w:r>
      <w:r w:rsidR="000311C6" w:rsidRPr="00320BCB">
        <w:rPr>
          <w:rFonts w:asciiTheme="majorEastAsia" w:eastAsiaTheme="majorEastAsia" w:hAnsiTheme="majorEastAsia" w:hint="eastAsia"/>
          <w:sz w:val="22"/>
        </w:rPr>
        <w:t>一</w:t>
      </w:r>
      <w:r w:rsidR="00895FCD" w:rsidRPr="00320BCB">
        <w:rPr>
          <w:rFonts w:asciiTheme="majorEastAsia" w:eastAsiaTheme="majorEastAsia" w:hAnsiTheme="majorEastAsia" w:hint="eastAsia"/>
          <w:sz w:val="22"/>
        </w:rPr>
        <w:t>財）沖縄観光コンベンションビューロー</w:t>
      </w:r>
      <w:r w:rsidR="00E6789E">
        <w:rPr>
          <w:rFonts w:asciiTheme="majorEastAsia" w:eastAsiaTheme="majorEastAsia" w:hAnsiTheme="majorEastAsia"/>
          <w:sz w:val="22"/>
        </w:rPr>
        <w:br/>
      </w:r>
      <w:r w:rsidR="00094681">
        <w:rPr>
          <w:rFonts w:asciiTheme="majorEastAsia" w:eastAsiaTheme="majorEastAsia" w:hAnsiTheme="majorEastAsia" w:hint="eastAsia"/>
          <w:sz w:val="22"/>
        </w:rPr>
        <w:t>海外・M</w:t>
      </w:r>
      <w:r w:rsidR="00094681">
        <w:rPr>
          <w:rFonts w:asciiTheme="majorEastAsia" w:eastAsiaTheme="majorEastAsia" w:hAnsiTheme="majorEastAsia"/>
          <w:sz w:val="22"/>
        </w:rPr>
        <w:t>ICE</w:t>
      </w:r>
      <w:r w:rsidR="00094681">
        <w:rPr>
          <w:rFonts w:asciiTheme="majorEastAsia" w:eastAsiaTheme="majorEastAsia" w:hAnsiTheme="majorEastAsia" w:hint="eastAsia"/>
          <w:sz w:val="22"/>
        </w:rPr>
        <w:t>事業部</w:t>
      </w:r>
      <w:r w:rsidR="00F11FAE" w:rsidRPr="00320BCB">
        <w:rPr>
          <w:rFonts w:asciiTheme="majorEastAsia" w:eastAsiaTheme="majorEastAsia" w:hAnsiTheme="majorEastAsia" w:hint="eastAsia"/>
          <w:sz w:val="22"/>
        </w:rPr>
        <w:t xml:space="preserve">　MICE推進課</w:t>
      </w:r>
      <w:r w:rsidR="00E6789E">
        <w:rPr>
          <w:rFonts w:asciiTheme="majorEastAsia" w:eastAsiaTheme="majorEastAsia" w:hAnsiTheme="majorEastAsia" w:hint="eastAsia"/>
          <w:sz w:val="22"/>
        </w:rPr>
        <w:t xml:space="preserve">　（</w:t>
      </w:r>
      <w:r w:rsidR="005A057C" w:rsidRPr="00320BCB">
        <w:rPr>
          <w:rFonts w:asciiTheme="majorEastAsia" w:eastAsiaTheme="majorEastAsia" w:hAnsiTheme="majorEastAsia" w:hint="eastAsia"/>
          <w:szCs w:val="21"/>
        </w:rPr>
        <w:t>担当</w:t>
      </w:r>
      <w:r w:rsidR="00E6789E">
        <w:rPr>
          <w:rFonts w:asciiTheme="majorEastAsia" w:eastAsiaTheme="majorEastAsia" w:hAnsiTheme="majorEastAsia" w:hint="eastAsia"/>
          <w:color w:val="000000" w:themeColor="text1"/>
          <w:szCs w:val="21"/>
        </w:rPr>
        <w:t>）</w:t>
      </w:r>
      <w:r w:rsidR="00BE095A">
        <w:rPr>
          <w:rFonts w:asciiTheme="majorEastAsia" w:eastAsiaTheme="majorEastAsia" w:hAnsiTheme="majorEastAsia" w:hint="eastAsia"/>
          <w:color w:val="000000" w:themeColor="text1"/>
          <w:szCs w:val="21"/>
        </w:rPr>
        <w:t>山田・識名</w:t>
      </w:r>
    </w:p>
    <w:p w14:paraId="48072DEB" w14:textId="1C47EBB3" w:rsidR="0000694A" w:rsidRPr="00BE095A" w:rsidRDefault="00BE095A" w:rsidP="00A83662">
      <w:pPr>
        <w:ind w:right="880" w:firstLineChars="300" w:firstLine="630"/>
        <w:rPr>
          <w:rFonts w:asciiTheme="majorEastAsia" w:eastAsiaTheme="majorEastAsia" w:hAnsiTheme="majorEastAsia"/>
          <w:szCs w:val="21"/>
        </w:rPr>
      </w:pPr>
      <w:r w:rsidRPr="00BE095A">
        <w:rPr>
          <w:rFonts w:asciiTheme="majorEastAsia" w:eastAsiaTheme="majorEastAsia" w:hAnsiTheme="majorEastAsia" w:hint="eastAsia"/>
          <w:szCs w:val="21"/>
        </w:rPr>
        <w:t>E-mail：mice_support@ocvb.or.jp</w:t>
      </w:r>
    </w:p>
    <w:p w14:paraId="40B82CAD" w14:textId="2B520993" w:rsidR="00E6789E" w:rsidRPr="00320BCB" w:rsidRDefault="006607DD" w:rsidP="00E6789E">
      <w:pPr>
        <w:ind w:left="480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  <w:szCs w:val="21"/>
        </w:rPr>
        <w:t xml:space="preserve">　</w:t>
      </w:r>
    </w:p>
    <w:p w14:paraId="7496B3D9" w14:textId="664859E7" w:rsidR="002D1D32" w:rsidRPr="00320BCB" w:rsidRDefault="002D1D32" w:rsidP="00662698">
      <w:pPr>
        <w:pStyle w:val="a3"/>
        <w:ind w:firstLineChars="200" w:firstLine="420"/>
        <w:rPr>
          <w:rFonts w:asciiTheme="majorEastAsia" w:eastAsiaTheme="majorEastAsia" w:hAnsiTheme="majorEastAsia"/>
          <w:spacing w:val="0"/>
        </w:rPr>
      </w:pPr>
    </w:p>
    <w:sectPr w:rsidR="002D1D32" w:rsidRPr="00320BCB" w:rsidSect="005065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8F7D1" w14:textId="77777777" w:rsidR="00415D26" w:rsidRDefault="00415D2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9FB9" w14:textId="77777777" w:rsidR="00415D26" w:rsidRDefault="00415D2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C901D" w14:textId="77777777" w:rsidR="00415D26" w:rsidRDefault="00415D2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032F" w14:textId="60F636FD" w:rsidR="00415D26" w:rsidRDefault="00415D2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1ACC9" w14:textId="60A85F93" w:rsidR="00F11FAE" w:rsidRPr="008870BD" w:rsidRDefault="00506516" w:rsidP="00F11FAE">
    <w:pPr>
      <w:pStyle w:val="a6"/>
      <w:rPr>
        <w:rFonts w:asciiTheme="majorEastAsia" w:eastAsiaTheme="majorEastAsia" w:hAnsiTheme="majorEastAsia"/>
      </w:rPr>
    </w:pPr>
    <w:r w:rsidRPr="008870BD">
      <w:rPr>
        <w:rFonts w:asciiTheme="majorEastAsia" w:eastAsiaTheme="majorEastAsia" w:hAnsiTheme="majorEastAsia" w:hint="eastAsia"/>
      </w:rPr>
      <w:t>（様式</w:t>
    </w:r>
    <w:r w:rsidR="007F3823" w:rsidRPr="008870BD">
      <w:rPr>
        <w:rFonts w:asciiTheme="majorEastAsia" w:eastAsiaTheme="majorEastAsia" w:hAnsiTheme="majorEastAsia" w:hint="eastAsia"/>
      </w:rPr>
      <w:t>2</w:t>
    </w:r>
    <w:r w:rsidRPr="008870BD">
      <w:rPr>
        <w:rFonts w:asciiTheme="majorEastAsia" w:eastAsiaTheme="majorEastAsia" w:hAnsiTheme="majorEastAsia" w:hint="eastAsia"/>
      </w:rPr>
      <w:t>）</w:t>
    </w:r>
  </w:p>
  <w:p w14:paraId="74E3BE7B" w14:textId="034C9DFE" w:rsidR="00506516" w:rsidRPr="008870BD" w:rsidRDefault="00F11FAE" w:rsidP="00F11FAE">
    <w:pPr>
      <w:pStyle w:val="a6"/>
      <w:jc w:val="center"/>
      <w:rPr>
        <w:rFonts w:asciiTheme="majorEastAsia" w:eastAsiaTheme="majorEastAsia" w:hAnsiTheme="majorEastAsia"/>
      </w:rPr>
    </w:pPr>
    <w:r w:rsidRPr="008870BD">
      <w:rPr>
        <w:rFonts w:asciiTheme="majorEastAsia" w:eastAsiaTheme="majorEastAsia" w:hAnsiTheme="majorEastAsia" w:hint="eastAsia"/>
        <w:b/>
        <w:sz w:val="24"/>
        <w:highlight w:val="yellow"/>
        <w:bdr w:val="single" w:sz="4" w:space="0" w:color="auto"/>
      </w:rPr>
      <w:t>※提出期日：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令和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８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年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１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月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19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日（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月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）／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12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時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00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分まで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4A00" w14:textId="0B413E0D" w:rsidR="00415D26" w:rsidRDefault="00415D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91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694A"/>
    <w:rsid w:val="00022AEB"/>
    <w:rsid w:val="000311C6"/>
    <w:rsid w:val="00065252"/>
    <w:rsid w:val="00094681"/>
    <w:rsid w:val="00097F51"/>
    <w:rsid w:val="000B4EB5"/>
    <w:rsid w:val="000C515E"/>
    <w:rsid w:val="000C659E"/>
    <w:rsid w:val="001400AA"/>
    <w:rsid w:val="00173A77"/>
    <w:rsid w:val="0019426A"/>
    <w:rsid w:val="001A060A"/>
    <w:rsid w:val="001F676F"/>
    <w:rsid w:val="002043E5"/>
    <w:rsid w:val="00214CF8"/>
    <w:rsid w:val="00227AA5"/>
    <w:rsid w:val="002325A8"/>
    <w:rsid w:val="00250F73"/>
    <w:rsid w:val="00256ECF"/>
    <w:rsid w:val="00274180"/>
    <w:rsid w:val="00297237"/>
    <w:rsid w:val="002A0519"/>
    <w:rsid w:val="002B50D0"/>
    <w:rsid w:val="002D1A2F"/>
    <w:rsid w:val="002D1D32"/>
    <w:rsid w:val="00320BCB"/>
    <w:rsid w:val="00322ACA"/>
    <w:rsid w:val="00325A9B"/>
    <w:rsid w:val="00375626"/>
    <w:rsid w:val="00383BD4"/>
    <w:rsid w:val="00384834"/>
    <w:rsid w:val="0039469A"/>
    <w:rsid w:val="003A05E5"/>
    <w:rsid w:val="003B4073"/>
    <w:rsid w:val="003C376E"/>
    <w:rsid w:val="003C4F53"/>
    <w:rsid w:val="003F1D17"/>
    <w:rsid w:val="003F2263"/>
    <w:rsid w:val="003F5393"/>
    <w:rsid w:val="00405381"/>
    <w:rsid w:val="00415D26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E3202"/>
    <w:rsid w:val="005F46AF"/>
    <w:rsid w:val="005F6E6D"/>
    <w:rsid w:val="00641954"/>
    <w:rsid w:val="006607DD"/>
    <w:rsid w:val="006622C5"/>
    <w:rsid w:val="00662698"/>
    <w:rsid w:val="00665951"/>
    <w:rsid w:val="00670B38"/>
    <w:rsid w:val="006B187D"/>
    <w:rsid w:val="006C3E92"/>
    <w:rsid w:val="006C6B61"/>
    <w:rsid w:val="006F1C9B"/>
    <w:rsid w:val="00707CBF"/>
    <w:rsid w:val="00723618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154A3"/>
    <w:rsid w:val="008314AE"/>
    <w:rsid w:val="00832245"/>
    <w:rsid w:val="00842C29"/>
    <w:rsid w:val="00855281"/>
    <w:rsid w:val="00872636"/>
    <w:rsid w:val="008728C9"/>
    <w:rsid w:val="008870BD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A518EC"/>
    <w:rsid w:val="00A53BAA"/>
    <w:rsid w:val="00A83662"/>
    <w:rsid w:val="00AC3E27"/>
    <w:rsid w:val="00AF7D01"/>
    <w:rsid w:val="00B10E9E"/>
    <w:rsid w:val="00B555F7"/>
    <w:rsid w:val="00B71212"/>
    <w:rsid w:val="00B71A26"/>
    <w:rsid w:val="00BB3A25"/>
    <w:rsid w:val="00BC1036"/>
    <w:rsid w:val="00BE095A"/>
    <w:rsid w:val="00BF05B1"/>
    <w:rsid w:val="00C02278"/>
    <w:rsid w:val="00C05213"/>
    <w:rsid w:val="00C17CB8"/>
    <w:rsid w:val="00C41F27"/>
    <w:rsid w:val="00C71050"/>
    <w:rsid w:val="00C869E2"/>
    <w:rsid w:val="00C91D35"/>
    <w:rsid w:val="00CC58B8"/>
    <w:rsid w:val="00D22A27"/>
    <w:rsid w:val="00D57DA6"/>
    <w:rsid w:val="00D63CC8"/>
    <w:rsid w:val="00D75C3F"/>
    <w:rsid w:val="00D829B9"/>
    <w:rsid w:val="00D90E89"/>
    <w:rsid w:val="00D96043"/>
    <w:rsid w:val="00DC03D9"/>
    <w:rsid w:val="00DE44A7"/>
    <w:rsid w:val="00E348BA"/>
    <w:rsid w:val="00E46B43"/>
    <w:rsid w:val="00E54C96"/>
    <w:rsid w:val="00E6789E"/>
    <w:rsid w:val="00E85481"/>
    <w:rsid w:val="00E93C40"/>
    <w:rsid w:val="00E95231"/>
    <w:rsid w:val="00EA4624"/>
    <w:rsid w:val="00F11FAE"/>
    <w:rsid w:val="00F12100"/>
    <w:rsid w:val="00F13E85"/>
    <w:rsid w:val="00F17736"/>
    <w:rsid w:val="00F57F7F"/>
    <w:rsid w:val="00F6294A"/>
    <w:rsid w:val="00F66AE0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6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5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28</TotalTime>
  <Pages>1</Pages>
  <Words>171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山田　康司</cp:lastModifiedBy>
  <cp:revision>39</cp:revision>
  <cp:lastPrinted>2026-01-08T06:33:00Z</cp:lastPrinted>
  <dcterms:created xsi:type="dcterms:W3CDTF">2019-05-17T01:31:00Z</dcterms:created>
  <dcterms:modified xsi:type="dcterms:W3CDTF">2026-01-14T01:33:00Z</dcterms:modified>
</cp:coreProperties>
</file>